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2137A487" w:rsidR="005C6DCE" w:rsidRPr="0080358B" w:rsidRDefault="00550C9F" w:rsidP="005C6DCE">
      <w:pPr>
        <w:spacing w:after="0"/>
        <w:jc w:val="right"/>
        <w:rPr>
          <w:sz w:val="22"/>
          <w:szCs w:val="18"/>
          <w:lang w:val="en-US"/>
        </w:rPr>
      </w:pPr>
      <w:r>
        <w:rPr>
          <w:sz w:val="22"/>
          <w:szCs w:val="18"/>
          <w:lang w:val="en-US"/>
        </w:rPr>
        <w:t>12.12.2025</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550C9F"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364D5F59" w:rsidR="006938F5" w:rsidRDefault="00550C9F" w:rsidP="006718D3">
            <w:pPr>
              <w:spacing w:after="0"/>
              <w:jc w:val="left"/>
            </w:pPr>
            <w:r>
              <w:t>ECHO.A.2</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7903F761" w:rsidR="006938F5" w:rsidRDefault="00550C9F" w:rsidP="006718D3">
            <w:pPr>
              <w:spacing w:after="0"/>
              <w:jc w:val="left"/>
            </w:pPr>
            <w:r>
              <w:t>437548</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4279D0FE" w:rsidR="4EEB584D" w:rsidRDefault="00550C9F"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5921F77E" w:rsidR="006938F5" w:rsidRDefault="00550C9F"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07362B63" w:rsidR="3C2D33B5" w:rsidRDefault="00550C9F" w:rsidP="14270372">
            <w:pPr>
              <w:spacing w:after="0"/>
              <w:jc w:val="left"/>
            </w:pPr>
            <w:r>
              <w:t>Brussels</w:t>
            </w:r>
          </w:p>
          <w:p w14:paraId="6B7C1AA9" w14:textId="08A3987D" w:rsidR="3C2D33B5" w:rsidRDefault="00550C9F" w:rsidP="14270372">
            <w:pPr>
              <w:spacing w:after="0"/>
              <w:jc w:val="left"/>
            </w:pPr>
            <w:r>
              <w:t>Bruxelles</w:t>
            </w:r>
          </w:p>
          <w:p w14:paraId="5C918E8F" w14:textId="15CC38D5" w:rsidR="3C2D33B5" w:rsidRDefault="00550C9F"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46BE2898" w:rsidR="006938F5" w:rsidRDefault="00550C9F" w:rsidP="006718D3">
            <w:pPr>
              <w:spacing w:after="0"/>
              <w:jc w:val="left"/>
            </w:pPr>
            <w:r>
              <w:t>With allowances</w:t>
            </w:r>
          </w:p>
          <w:p w14:paraId="02E31856" w14:textId="4589B597" w:rsidR="006938F5" w:rsidRDefault="00550C9F" w:rsidP="006718D3">
            <w:pPr>
              <w:spacing w:after="0"/>
              <w:jc w:val="left"/>
            </w:pPr>
            <w:r>
              <w:t>Avec indemnités</w:t>
            </w:r>
          </w:p>
          <w:p w14:paraId="720FD450" w14:textId="0BBE5821" w:rsidR="006938F5" w:rsidRDefault="00550C9F"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070C9E04" w:rsidR="006938F5" w:rsidRDefault="00550C9F" w:rsidP="006718D3">
            <w:pPr>
              <w:spacing w:after="0"/>
              <w:jc w:val="left"/>
            </w:pPr>
            <w:r>
              <w:t>Member States</w:t>
            </w:r>
          </w:p>
          <w:p w14:paraId="2A7DF233" w14:textId="7892D754" w:rsidR="006938F5" w:rsidRDefault="00550C9F" w:rsidP="006718D3">
            <w:pPr>
              <w:spacing w:after="0"/>
              <w:jc w:val="left"/>
            </w:pPr>
            <w:r>
              <w:t>États membres</w:t>
            </w:r>
          </w:p>
          <w:p w14:paraId="13C75E2E" w14:textId="3A50CD87" w:rsidR="006938F5" w:rsidRDefault="00550C9F"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4212FBF6" w:rsidR="006938F5" w:rsidRDefault="00550C9F" w:rsidP="006718D3">
            <w:pPr>
              <w:spacing w:after="0"/>
              <w:jc w:val="left"/>
            </w:pPr>
            <w:r>
              <w:t>27.01.2026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5F850A99" w:rsidR="00A95A44" w:rsidRPr="00E61551" w:rsidRDefault="00550C9F" w:rsidP="00A95A44">
      <w:pPr>
        <w:spacing w:after="0"/>
        <w:jc w:val="right"/>
        <w:rPr>
          <w:sz w:val="22"/>
          <w:szCs w:val="18"/>
          <w:lang w:val="en-US"/>
        </w:rPr>
      </w:pPr>
      <w:r>
        <w:rPr>
          <w:sz w:val="22"/>
          <w:szCs w:val="18"/>
          <w:lang w:val="en-US"/>
        </w:rPr>
        <w:t>12.12.2025</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02AFFEE" w14:textId="77777777" w:rsidR="00550C9F" w:rsidRDefault="00550C9F" w:rsidP="003C1977">
      <w:pPr>
        <w:spacing w:after="0"/>
      </w:pPr>
      <w:r>
        <w:t xml:space="preserve">ECHO A.2 identifies, analyses and prepares for potential events, situations or circumstances that could require cross-sectoral crisis coordination and emergency management interventions by the European Commission and in particular the Union Civil Protection Mechanism.  </w:t>
      </w:r>
    </w:p>
    <w:p w14:paraId="2AAAB724" w14:textId="77777777" w:rsidR="00550C9F" w:rsidRDefault="00550C9F" w:rsidP="003C1977">
      <w:pPr>
        <w:spacing w:after="0"/>
      </w:pPr>
      <w:r>
        <w:t xml:space="preserve">This involves the analysis of trends or developments that influence the EU’s vulnerability to risks and impact emergency management at EU level. The unit also coordinates activities across sectors in the Commission with the objective of preparing for and responding to crises. It does so, for example, via the preparation of operational and strategic-level playbooks describing various actions that would need to be carried out at different levels to coordinate and respond to large-scale incidents. </w:t>
      </w:r>
    </w:p>
    <w:p w14:paraId="332A1798" w14:textId="77777777" w:rsidR="00550C9F" w:rsidRDefault="00550C9F" w:rsidP="003C1977">
      <w:pPr>
        <w:spacing w:after="0"/>
      </w:pPr>
      <w:r>
        <w:t xml:space="preserve">The unit furthermore coordinates and develops civil-military cooperation for the DG as a whole and works on operational and strategic coordination between the ERCC, NATO and other relevant military actors. </w:t>
      </w:r>
    </w:p>
    <w:p w14:paraId="2444BC8A" w14:textId="5E14AA66" w:rsidR="00A95A44" w:rsidRDefault="00550C9F" w:rsidP="003C1977">
      <w:pPr>
        <w:spacing w:after="0"/>
      </w:pPr>
      <w:r>
        <w:t>The unit ensures also information management before and during crises and provides early-warning tools and scientific analysis on natural, technological and man-made disasters or evolving threats, assesses satellite images and provides situational maps to prepare for and facilitate emergency response interventions.  It also provides crisis information and analysis, including Integrated Situational Awareness and Analysis (ISAA) reports in the framework of activations of the Integrated Political Crisis Response Arrangements (IPCR) and the Solidarity Clause. It maintains and further develops early-warning systems in close cooperation with the Joint Research Centre (JRC).</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1C72E1CA" w14:textId="77777777" w:rsidR="00550C9F" w:rsidRDefault="00550C9F" w:rsidP="003C1977">
      <w:pPr>
        <w:spacing w:after="0"/>
      </w:pPr>
      <w:r>
        <w:t xml:space="preserve">DG ECHO responds to major crises around the world, both through mobilising EU civil protection assistance and the provision of humanitarian aid. The job holder will be assigned to the unit responsible for contingency planning, analysis and situational awareness within Directorate A – Emergency Response Coordination Centre (ERCC). </w:t>
      </w:r>
    </w:p>
    <w:p w14:paraId="50210F56" w14:textId="77777777" w:rsidR="00550C9F" w:rsidRDefault="00550C9F" w:rsidP="003C1977">
      <w:pPr>
        <w:spacing w:after="0"/>
      </w:pPr>
      <w:r>
        <w:t>S/he will support the work of the unit related to further development of the ERCC. This position includes close coordination with the ERCC analytical team, operational teams, as well as national authorities, international organisations, and humanitarian partners. More broadly, s/he will contribute to:</w:t>
      </w:r>
    </w:p>
    <w:p w14:paraId="4B50E6D7" w14:textId="77777777" w:rsidR="00550C9F" w:rsidRDefault="00550C9F" w:rsidP="003C1977">
      <w:pPr>
        <w:spacing w:after="0"/>
      </w:pPr>
      <w:r>
        <w:t>•</w:t>
      </w:r>
      <w:r>
        <w:tab/>
        <w:t>Develop the efficient functioning of the ERCC,</w:t>
      </w:r>
    </w:p>
    <w:p w14:paraId="67DD2C88" w14:textId="77777777" w:rsidR="00550C9F" w:rsidRDefault="00550C9F" w:rsidP="003C1977">
      <w:pPr>
        <w:spacing w:after="0"/>
      </w:pPr>
      <w:r>
        <w:t>•</w:t>
      </w:r>
      <w:r>
        <w:tab/>
        <w:t xml:space="preserve">Provide support to the implementation of the Preparedness Union Strategy and the Union Civil Protection Mechanism (UCPM), to prepare and respond to disasters and hybrid/ CBRN events. </w:t>
      </w:r>
    </w:p>
    <w:p w14:paraId="4FA38409" w14:textId="2B025DD6" w:rsidR="00A95A44" w:rsidRDefault="00550C9F" w:rsidP="003C1977">
      <w:pPr>
        <w:spacing w:after="0"/>
      </w:pPr>
      <w:r>
        <w:t>•</w:t>
      </w:r>
      <w:r>
        <w:tab/>
        <w:t>Identify opportunities for cross-sectoral emergency or crisis management, including civil-military cooperation</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664F052A" w14:textId="77777777" w:rsidR="00550C9F" w:rsidRDefault="00550C9F" w:rsidP="00527473">
      <w:pPr>
        <w:spacing w:after="0"/>
        <w:jc w:val="left"/>
      </w:pPr>
      <w:r>
        <w:lastRenderedPageBreak/>
        <w:t xml:space="preserve">DG ECHO is looking for an experienced, flexible and service-minded colleague with previous experience in crisis management or emergency preparedness and response. This could include previous experience in humanitarian aid, civil protection, civil-military cooperation, military assistance or related fields. The candidate should be familiar with the European Commission and the Union Civil Protection Mechanism with an understanding of civil-military interactions. </w:t>
      </w:r>
    </w:p>
    <w:p w14:paraId="31D6006E" w14:textId="77777777" w:rsidR="00550C9F" w:rsidRDefault="00550C9F" w:rsidP="00527473">
      <w:pPr>
        <w:spacing w:after="0"/>
        <w:jc w:val="left"/>
      </w:pPr>
      <w:r>
        <w:t>S/he should have a good understanding of the disaster risk and threat landscape, cross-sectorial interdependencies in an increasingly networked and digital society and have an understanding of the impact of climate change on natural disasters, hybrid events, the cascading effects of critical infrastructure disruptions, evolving threats such as sabotage, cyber, pandemics or CBRN terrorism. International field experience will be an asset.</w:t>
      </w:r>
    </w:p>
    <w:p w14:paraId="0DE8C532" w14:textId="6CE7DD1E" w:rsidR="00A95A44" w:rsidRDefault="00550C9F" w:rsidP="00527473">
      <w:pPr>
        <w:spacing w:after="0"/>
        <w:jc w:val="left"/>
      </w:pPr>
      <w:r>
        <w:t>The candidate should be able to get to grips quickly with new subjects and manage a number of files simultaneously. He/she should have good organisational skills, be computer literate and have good writing skills. A high level of English and excellent drafting skills are required. Other Union languages will be an asset. Team spirit is essential.</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75ADD832" w:rsidR="0017274D" w:rsidRPr="008250D4" w:rsidRDefault="00550C9F" w:rsidP="0017274D">
      <w:pPr>
        <w:spacing w:after="0"/>
        <w:jc w:val="right"/>
        <w:rPr>
          <w:sz w:val="22"/>
          <w:szCs w:val="18"/>
        </w:rPr>
      </w:pPr>
      <w:r>
        <w:rPr>
          <w:sz w:val="22"/>
          <w:szCs w:val="18"/>
        </w:rPr>
        <w:t>12.12.2025</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40CF55E3" w14:textId="77777777" w:rsidR="00550C9F" w:rsidRDefault="00550C9F" w:rsidP="00527473">
      <w:pPr>
        <w:spacing w:after="0"/>
        <w:rPr>
          <w:lang w:val="de-DE"/>
        </w:rPr>
      </w:pPr>
      <w:r>
        <w:rPr>
          <w:lang w:val="de-DE"/>
        </w:rPr>
        <w:t>DG ECHO A.2 identifie, analyse et se prépare aux événements, situations ou circonstances potentiels pouvant nécessiter une coordination intersectorielle des crises et des interventions de gestion d’urgence par la Commission européenne, et en particulier par le biais du Mécanisme de protection civile de l’Union.</w:t>
      </w:r>
    </w:p>
    <w:p w14:paraId="658738A3" w14:textId="77777777" w:rsidR="00550C9F" w:rsidRDefault="00550C9F" w:rsidP="00527473">
      <w:pPr>
        <w:spacing w:after="0"/>
        <w:rPr>
          <w:lang w:val="de-DE"/>
        </w:rPr>
      </w:pPr>
      <w:r>
        <w:rPr>
          <w:lang w:val="de-DE"/>
        </w:rPr>
        <w:t>Cela inclut l’analyse des tendances ou des évolutions influençant la vulnérabilité de l’UE aux risques et ayant un impact sur la gestion des urgences au niveau européen. L’unité coordonne également des activités transversales au sein de la Commission dans le but de se préparer et de répondre aux crises. Elle le fait, par exemple, en élaborant des manuels opérationnels et stratégiques décrivant les actions à mener à différents niveaux pour coordonner et répondre aux incidents de grande ampleur.</w:t>
      </w:r>
    </w:p>
    <w:p w14:paraId="4976C719" w14:textId="77777777" w:rsidR="00550C9F" w:rsidRDefault="00550C9F" w:rsidP="00527473">
      <w:pPr>
        <w:spacing w:after="0"/>
        <w:rPr>
          <w:lang w:val="de-DE"/>
        </w:rPr>
      </w:pPr>
      <w:r>
        <w:rPr>
          <w:lang w:val="de-DE"/>
        </w:rPr>
        <w:t>Par ailleurs, l’unité cordonne et développe la coopération civilo-militaire pour l’ensemble de la DG et travaille sur la coordination opérationnelle et stratégique entre le Centre de coordination de la réaction d’urgence (ERCC), l’OTAN et d’autres acteurs militaires pertinents.</w:t>
      </w:r>
    </w:p>
    <w:p w14:paraId="65D18B7C" w14:textId="77777777" w:rsidR="00550C9F" w:rsidRDefault="00550C9F" w:rsidP="00527473">
      <w:pPr>
        <w:spacing w:after="0"/>
        <w:rPr>
          <w:lang w:val="de-DE"/>
        </w:rPr>
      </w:pPr>
      <w:r>
        <w:rPr>
          <w:lang w:val="de-DE"/>
        </w:rPr>
        <w:t>L’unité assure également la gestion de l’information avant et pendant les crises et fournit des outils d’alerte précoce ainsi que des analyses scientifiques sur les catastrophes naturelles, technologiques et d’origine humaine, ou sur les menaces émergentes. Elle évalue les images satellite et produit des cartes situationnelles pour préparer et faciliter les interventions d’urgence. Elle fournit aussi des informations et analyses de crise, y compris des rapports d’Analyse et de Sensibilisation Intégrées (ISAA) dans le cadre des activations des Dispositifs Intégrés de Réponse aux Crises Politiques (IPCR) et de la Clause de Solidarité.</w:t>
      </w:r>
    </w:p>
    <w:p w14:paraId="4ED6437D" w14:textId="77777777" w:rsidR="00550C9F" w:rsidRDefault="00550C9F" w:rsidP="00527473">
      <w:pPr>
        <w:spacing w:after="0"/>
        <w:rPr>
          <w:lang w:val="de-DE"/>
        </w:rPr>
      </w:pPr>
      <w:r>
        <w:rPr>
          <w:lang w:val="de-DE"/>
        </w:rPr>
        <w:t>Enfin, l’unité maintient et développe les systèmes d’alerte précoce en étroite collaboration avec le Centre Commun de Recherche (JRC).</w:t>
      </w:r>
    </w:p>
    <w:p w14:paraId="6810D07E" w14:textId="7C7FD333"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3CD024FB" w14:textId="77777777" w:rsidR="00550C9F" w:rsidRDefault="00550C9F" w:rsidP="00527473">
      <w:pPr>
        <w:spacing w:after="0"/>
        <w:jc w:val="left"/>
        <w:rPr>
          <w:lang w:val="de-DE"/>
        </w:rPr>
      </w:pPr>
      <w:r>
        <w:rPr>
          <w:lang w:val="de-DE"/>
        </w:rPr>
        <w:t>La DG ECHO intervient face aux grandes crises dans le monde, tant par la mobilisation de l’aide à la protection civile de l’UE que par la fourniture d’aide humanitaire. Le ou la titulaire du poste sera affecté·e à l’unité chargée de la planification d’urgence, de l’analyse et de la veille situationnelle au sein de la Direction A – Centre de coordination de la réaction d’urgence (ERCC).</w:t>
      </w:r>
    </w:p>
    <w:p w14:paraId="5A485F24" w14:textId="77777777" w:rsidR="00550C9F" w:rsidRDefault="00550C9F" w:rsidP="00527473">
      <w:pPr>
        <w:spacing w:after="0"/>
        <w:jc w:val="left"/>
        <w:rPr>
          <w:lang w:val="de-DE"/>
        </w:rPr>
      </w:pPr>
      <w:r>
        <w:rPr>
          <w:lang w:val="de-DE"/>
        </w:rPr>
        <w:t>Il ou elle soutiendra les travaux de l’unité liés au développement du ERCC. Ce poste implique une coordination étroite avec l’équipe analytique du ERCC, les équipes opérationnelles, ainsi qu’avec les autorités nationales, les organisations internationales et les partenaires humanitaires.</w:t>
      </w:r>
    </w:p>
    <w:p w14:paraId="572E0F39" w14:textId="77777777" w:rsidR="00550C9F" w:rsidRDefault="00550C9F" w:rsidP="00527473">
      <w:pPr>
        <w:spacing w:after="0"/>
        <w:jc w:val="left"/>
        <w:rPr>
          <w:lang w:val="de-DE"/>
        </w:rPr>
      </w:pPr>
      <w:r>
        <w:rPr>
          <w:lang w:val="de-DE"/>
        </w:rPr>
        <w:t>Plus largement, il ou elle contribuera à :</w:t>
      </w:r>
    </w:p>
    <w:p w14:paraId="6292715A" w14:textId="77777777" w:rsidR="00550C9F" w:rsidRDefault="00550C9F" w:rsidP="00527473">
      <w:pPr>
        <w:spacing w:after="0"/>
        <w:jc w:val="left"/>
        <w:rPr>
          <w:lang w:val="de-DE"/>
        </w:rPr>
      </w:pPr>
      <w:r>
        <w:rPr>
          <w:lang w:val="de-DE"/>
        </w:rPr>
        <w:t>•</w:t>
      </w:r>
      <w:r>
        <w:rPr>
          <w:lang w:val="de-DE"/>
        </w:rPr>
        <w:tab/>
        <w:t>Améliorer le fonctionnement efficace du ERCC ;</w:t>
      </w:r>
    </w:p>
    <w:p w14:paraId="59ACA524" w14:textId="77777777" w:rsidR="00550C9F" w:rsidRDefault="00550C9F" w:rsidP="00527473">
      <w:pPr>
        <w:spacing w:after="0"/>
        <w:jc w:val="left"/>
        <w:rPr>
          <w:lang w:val="de-DE"/>
        </w:rPr>
      </w:pPr>
      <w:r>
        <w:rPr>
          <w:lang w:val="de-DE"/>
        </w:rPr>
        <w:lastRenderedPageBreak/>
        <w:t>•</w:t>
      </w:r>
      <w:r>
        <w:rPr>
          <w:lang w:val="de-DE"/>
        </w:rPr>
        <w:tab/>
        <w:t>Soutenir la mise en œuvre de la Stratégie de l’Union pour la préparation aux crises (Preparedness Union Strategy) et du Mécanisme de protection civile de l’Union (UCPM), afin de se préparer et de répondre aux catastrophes et aux événements hybrides/NRBC (nucléaires, radiologiques, biologiques et chimiques) ;</w:t>
      </w:r>
    </w:p>
    <w:p w14:paraId="22A1D6AB" w14:textId="77777777" w:rsidR="00550C9F" w:rsidRDefault="00550C9F" w:rsidP="00527473">
      <w:pPr>
        <w:spacing w:after="0"/>
        <w:jc w:val="left"/>
        <w:rPr>
          <w:lang w:val="de-DE"/>
        </w:rPr>
      </w:pPr>
      <w:r>
        <w:rPr>
          <w:lang w:val="de-DE"/>
        </w:rPr>
        <w:t>•</w:t>
      </w:r>
      <w:r>
        <w:rPr>
          <w:lang w:val="de-DE"/>
        </w:rPr>
        <w:tab/>
        <w:t>Identifier des opportunités de gestion intersectorielle des urgences ou des crises, y compris dans le cadre de la coopération civilo-militaire.</w:t>
      </w:r>
    </w:p>
    <w:p w14:paraId="59404C02" w14:textId="4F484592"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2C5292D6" w14:textId="77777777" w:rsidR="00550C9F" w:rsidRDefault="00550C9F" w:rsidP="00527473">
      <w:pPr>
        <w:spacing w:after="0"/>
        <w:rPr>
          <w:lang w:val="de-DE"/>
        </w:rPr>
      </w:pPr>
      <w:r>
        <w:rPr>
          <w:lang w:val="de-DE"/>
        </w:rPr>
        <w:t>La DG ECHO recherche un·e collègue expérimenté·e, flexible et orienté·e service, disposant d’une expérience préalable en gestion de crise, préparation ou réponse aux urgences. Cela peut inclure une expérience antérieure dans l’aide humanitaire, la protection civile, la coopération civilo-militaire, l’assistance militaire ou des domaines connexes. Le ou la candidat·e doit être familier·ère avec la Commission européenne et le Mécanisme de protection civile de l’Union, avec une compréhension des interactions civilo-militaires.</w:t>
      </w:r>
    </w:p>
    <w:p w14:paraId="183A7E00" w14:textId="77777777" w:rsidR="00550C9F" w:rsidRDefault="00550C9F" w:rsidP="00527473">
      <w:pPr>
        <w:spacing w:after="0"/>
        <w:rPr>
          <w:lang w:val="de-DE"/>
        </w:rPr>
      </w:pPr>
      <w:r>
        <w:rPr>
          <w:lang w:val="de-DE"/>
        </w:rPr>
        <w:t>Il ou elle doit avoir une bonne compréhension des risques et menaces liés aux catastrophes, des interdépendances intersectorielles dans une société de plus en plus connectée et numérique, ainsi qu’une compréhension de l’impact du changement climatique sur les catastrophes naturelles, les événements hybrides, les effets en cascade des perturbations des infrastructures critiques, et des menaces évolutives telles que le sabotage, les cybermenaces, les pandémies ou le terrorisme NRBC. Une expérience internationale sur le terrain sera un atout.</w:t>
      </w:r>
    </w:p>
    <w:p w14:paraId="4A4655B4" w14:textId="77777777" w:rsidR="00550C9F" w:rsidRDefault="00550C9F" w:rsidP="00527473">
      <w:pPr>
        <w:spacing w:after="0"/>
        <w:rPr>
          <w:lang w:val="de-DE"/>
        </w:rPr>
      </w:pPr>
      <w:r>
        <w:rPr>
          <w:lang w:val="de-DE"/>
        </w:rPr>
        <w:t>Le ou la candidat·e doit être capable de s’approprier rapidement de nouveaux sujets et de gérer plusieurs dossiers simultanément. Il ou elle doit avoir de bonnes compétences organisationnelles, maîtriser les outils informatiques et posséder de bonnes compétences rédactionnelles. Un très bon niveau d’anglais et d’excellentes capacités de rédaction sont requis. La connaissance d’autres langues de l’Union sera un atout. L’esprit d’équipe est essentiel.</w:t>
      </w:r>
    </w:p>
    <w:p w14:paraId="7B92B82C" w14:textId="0B54AB8F"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5FECE047" w:rsidR="0017274D" w:rsidRPr="00E61551" w:rsidRDefault="00550C9F" w:rsidP="0017274D">
      <w:pPr>
        <w:spacing w:after="0"/>
        <w:jc w:val="right"/>
        <w:rPr>
          <w:sz w:val="22"/>
          <w:szCs w:val="18"/>
          <w:lang w:val="de-DE"/>
        </w:rPr>
      </w:pPr>
      <w:r>
        <w:rPr>
          <w:sz w:val="22"/>
          <w:szCs w:val="18"/>
          <w:lang w:val="de-DE"/>
        </w:rPr>
        <w:t>12.12.2025</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5E29AF7B" w14:textId="77777777" w:rsidR="00550C9F" w:rsidRDefault="00550C9F" w:rsidP="00527473">
      <w:pPr>
        <w:spacing w:after="0"/>
        <w:rPr>
          <w:lang w:val="de-DE"/>
        </w:rPr>
      </w:pPr>
      <w:r>
        <w:rPr>
          <w:lang w:val="de-DE"/>
        </w:rPr>
        <w:t xml:space="preserve">ECHO A.2 ermittelt, analysiert und bereitet sich auf mögliche Ereignisse, Situationen oder Umstände vor, die sektorübergreifende Krisenkoordination und Krisenmanagementeinsätze der Europäischen Kommission und insbesondere des Katastrophenschutzverfahrens der Union erfordern könnten. </w:t>
      </w:r>
    </w:p>
    <w:p w14:paraId="0A893DF3" w14:textId="77777777" w:rsidR="00550C9F" w:rsidRDefault="00550C9F" w:rsidP="00527473">
      <w:pPr>
        <w:spacing w:after="0"/>
        <w:rPr>
          <w:lang w:val="de-DE"/>
        </w:rPr>
      </w:pPr>
      <w:r>
        <w:rPr>
          <w:lang w:val="de-DE"/>
        </w:rPr>
        <w:t xml:space="preserve">Dazu gehört die Analyse von Trends oder Entwicklungen, welche die Anfälligkeit der EU für Risiken beeinflussen und sich auf das Notfallmanagement auf EU-Ebene auswirken. Das Referat koordiniert auch Tätigkeiten in verschiedenen Sektoren in der Kommission mit dem Ziel, sich auf Krisen vorzubereiten und auf diese zu reagieren. Dies geschieht beispielsweise durch die Erstellung von Playbooks auf operativer und strategischer Ebene, in denen verschiedene Maßnahmen beschrieben werden, die auf unterschiedlichen Ebenen durchgeführt werden müssten, um Vorfälle großen Ausmaßes zu koordinieren und auf diese zu reagieren. </w:t>
      </w:r>
    </w:p>
    <w:p w14:paraId="4736C724" w14:textId="77777777" w:rsidR="00550C9F" w:rsidRDefault="00550C9F" w:rsidP="00527473">
      <w:pPr>
        <w:spacing w:after="0"/>
        <w:rPr>
          <w:lang w:val="de-DE"/>
        </w:rPr>
      </w:pPr>
      <w:r>
        <w:rPr>
          <w:lang w:val="de-DE"/>
        </w:rPr>
        <w:t xml:space="preserve">Darüber hinaus koordiniert und entwickelt das Referat die zivil-militärische Zusammenarbeit für die gesamte Generaldirektion und arbeitet an der operativen und strategischen Koordinierung zwischen dem ERCC, der NATO und anderen relevanten militärischen Akteuren. </w:t>
      </w:r>
    </w:p>
    <w:p w14:paraId="2B6785AE" w14:textId="69EEF36B" w:rsidR="00A95A44" w:rsidRDefault="00550C9F" w:rsidP="00527473">
      <w:pPr>
        <w:spacing w:after="0"/>
        <w:rPr>
          <w:lang w:val="de-DE"/>
        </w:rPr>
      </w:pPr>
      <w:r>
        <w:rPr>
          <w:lang w:val="de-DE"/>
        </w:rPr>
        <w:t>Das Referat sorgt auch für das Informationsmanagement vor und während Krisen und stellt Frühwarninstrumente und wissenschaftliche Analysen zu natürlichen, technologischen und vom Menschen verursachten Katastrophen oder sich wandelnden Bedrohungen bereit, bewertet Satellitenbilder und stellt Lagekarten zur Vorbereitung und Erleichterung von Notfallmaßnahmen bereit. Sie liefert auch Kriseninformationen und -analysen, einschließlich der Integrated Situational Awareness and Analysis (ISAA) Berichte im Rahmen der Aktivierung der Integrierten Regelung für die politische Reaktion auf Krisen (IPCR) und der Solidaritätsklausel. Das Referat unterhält und entwickelt Frühwarnsysteme in enger Zusammenarbeit mit der Gemeinsamen Forschungsstelle (JRC).</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35F268D2" w14:textId="77777777" w:rsidR="00550C9F" w:rsidRDefault="00550C9F" w:rsidP="00527473">
      <w:pPr>
        <w:spacing w:after="0"/>
        <w:rPr>
          <w:lang w:val="de-DE"/>
        </w:rPr>
      </w:pPr>
      <w:r>
        <w:rPr>
          <w:lang w:val="de-DE"/>
        </w:rPr>
        <w:t xml:space="preserve">Die GD ECHO reagiert auf große Krisen in der ganzen Welt, indem sie sowohl Katastrophenschutzhilfe der EU mobilisiert als auch humanitäre Hilfe leistet. Der Stelleninhaber wird dem Referat zugewiesen, das in der Direktion A – Zentrum für die Koordination von Notfallmaßnahmen (ERCC) für Notfallplanung, Analyse und Lageerfassung zuständig ist. </w:t>
      </w:r>
    </w:p>
    <w:p w14:paraId="4009019B" w14:textId="77777777" w:rsidR="00550C9F" w:rsidRDefault="00550C9F" w:rsidP="00527473">
      <w:pPr>
        <w:spacing w:after="0"/>
        <w:rPr>
          <w:lang w:val="de-DE"/>
        </w:rPr>
      </w:pPr>
      <w:r>
        <w:rPr>
          <w:lang w:val="de-DE"/>
        </w:rPr>
        <w:t xml:space="preserve">Er/sie unterstützt die Arbeit des Referats im Zusammenhang mit der Weiterentwicklung des ERCC. Diese Position beinhaltet enge Koordinierung mit dem Analyseteam des ERCC, den Einsatzteams sowie mit nationalen Behörden, internationalen Organisationen und humanitären Partnern. Des Weiteren wird er/sie zu Folgendem beitragen: </w:t>
      </w:r>
    </w:p>
    <w:p w14:paraId="7E95893B" w14:textId="77777777" w:rsidR="00550C9F" w:rsidRDefault="00550C9F" w:rsidP="00527473">
      <w:pPr>
        <w:spacing w:after="0"/>
        <w:rPr>
          <w:lang w:val="de-DE"/>
        </w:rPr>
      </w:pPr>
      <w:r>
        <w:rPr>
          <w:lang w:val="de-DE"/>
        </w:rPr>
        <w:t>• Weiterentwicklung zur effizienten Funktion des ERCC;</w:t>
      </w:r>
    </w:p>
    <w:p w14:paraId="7AE7F541" w14:textId="77777777" w:rsidR="00550C9F" w:rsidRDefault="00550C9F" w:rsidP="00527473">
      <w:pPr>
        <w:spacing w:after="0"/>
        <w:rPr>
          <w:lang w:val="de-DE"/>
        </w:rPr>
      </w:pPr>
      <w:r>
        <w:rPr>
          <w:lang w:val="de-DE"/>
        </w:rPr>
        <w:t xml:space="preserve">• Unterstützung der Umsetzung der Strategie für eine krisenfeste Union und des Katastrophenschutzverfahrens der Union (UCPM), um Katastrophen und hybride/CBRN-Vorfälle vorzubereiten und darauf zu reagieren.  </w:t>
      </w:r>
    </w:p>
    <w:p w14:paraId="2BE34DBA" w14:textId="5A584DE2" w:rsidR="00A95A44" w:rsidRPr="00A95A44" w:rsidRDefault="00550C9F" w:rsidP="00527473">
      <w:pPr>
        <w:spacing w:after="0"/>
        <w:rPr>
          <w:lang w:val="de-DE"/>
        </w:rPr>
      </w:pPr>
      <w:r>
        <w:rPr>
          <w:lang w:val="de-DE"/>
        </w:rPr>
        <w:t>• Ermittlung von Möglichkeiten für ein sektorübergreifendes Notfall- oder Krisenmanagement, einschließlich der zivil-militärischen Zusammenarbeit</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48309250" w14:textId="77777777" w:rsidR="00550C9F" w:rsidRDefault="00550C9F" w:rsidP="00527473">
      <w:pPr>
        <w:spacing w:after="0"/>
        <w:rPr>
          <w:lang w:val="en-US"/>
        </w:rPr>
      </w:pPr>
      <w:r>
        <w:rPr>
          <w:lang w:val="en-US"/>
        </w:rPr>
        <w:t xml:space="preserve">Die GD ECHO sucht einen erfahrenen, flexiblen und dienstleistungsorientierten Kollegen mit Erfahrung in den Bereichen Krisenmanagement oder Notfallvorsorge und -reaktion. Dazu könnten frühere Erfahrungen in den Bereichen humanitäre Hilfe, Katastrophenschutz, zivil-militärische Zusammenarbeit, militärische Hilfe oder damit zusammenhängende Bereiche gehören. Der Bewerber/die Bewerberin sollte mit der Europäischen Kommission und dem Katastrophenschutzverfahren der Union vertraut sein und ein Verständnis von zivil-militärischen Interaktionen aufweisen. </w:t>
      </w:r>
    </w:p>
    <w:p w14:paraId="43546451" w14:textId="77777777" w:rsidR="00550C9F" w:rsidRDefault="00550C9F" w:rsidP="00527473">
      <w:pPr>
        <w:spacing w:after="0"/>
        <w:rPr>
          <w:lang w:val="en-US"/>
        </w:rPr>
      </w:pPr>
      <w:r>
        <w:rPr>
          <w:lang w:val="en-US"/>
        </w:rPr>
        <w:t xml:space="preserve">Er/sie sollte über ein gutes Verständnis der Katastrophenrisiko- und Bedrohungslandschaft und der sektorübergreifenden Interdependenzen in einer zunehmend vernetzten und digitalen Gesellschaft aufweisen und über ein gutes Verständnis der Auswirkungen des Klimawandels auf Naturkatastrophen, hybrider Ereignisse, der Kaskadeneffekte von Störungen kritischer Infrastrukturen und der sich verändernden Bedrohungen wie Sabotage, Cyber, Pandemien oder CBRN-Terrorismus verfügen. Internationale, praktische Erfahrungen  sind von Vorteil. </w:t>
      </w:r>
    </w:p>
    <w:p w14:paraId="7DFF067A" w14:textId="72945079" w:rsidR="00792E59" w:rsidRPr="00A10C67" w:rsidRDefault="00550C9F" w:rsidP="00527473">
      <w:pPr>
        <w:spacing w:after="0"/>
        <w:rPr>
          <w:lang w:val="en-US"/>
        </w:rPr>
      </w:pPr>
      <w:r>
        <w:rPr>
          <w:lang w:val="en-US"/>
        </w:rPr>
        <w:t>Der Bewerber/die Bewerberin sollte in der Lage sein, sich rasch mit neuen Themen zu befassen und mehrere Dossiers gleichzeitig zu verwalten. Er/sie sollte über gute organisatorische Fähigkeiten, IT-Kenntnisse und gute schriftliche Fähigkeiten verfügen. Erforderlich sind ein hohes Niveau an Englischkenntnissen und ausgezeichnete redaktionelle Fähigkeiten. Andere Sprachen der Europäischen Union sind von Vorteil. Teamgeist ist von entscheidender Bedeutung.</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550C9F"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550C9F"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550C9F"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550C9F"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550C9F"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550C9F"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550C9F"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550C9F"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550C9F"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550C9F"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50C9F"/>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B0EA2"/>
    <w:rsid w:val="008D1AA0"/>
    <w:rsid w:val="008E3FB5"/>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993ADF-DA8D-49DE-9FA1-7AB8B91F91E0}"/>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6</Pages>
  <Words>3950</Words>
  <Characters>22519</Characters>
  <Application>Microsoft Office Word</Application>
  <DocSecurity>4</DocSecurity>
  <PresentationFormat>Microsoft Word 14.0</PresentationFormat>
  <Lines>187</Lines>
  <Paragraphs>52</Paragraphs>
  <ScaleCrop>true</ScaleCrop>
  <Company/>
  <LinksUpToDate>false</LinksUpToDate>
  <CharactersWithSpaces>26417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2025-12-12T09:38:00Z</dcterms:created>
  <dcterms:modified xsi:type="dcterms:W3CDTF">2025-12-12T09:38:00Z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